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7D7" w:rsidRPr="004551F2" w:rsidRDefault="004F27D7" w:rsidP="004F27D7">
      <w:pPr>
        <w:rPr>
          <w:rFonts w:ascii="Calibri" w:hAnsi="Calibri" w:cs="Arial"/>
          <w:lang w:val="de-DE"/>
        </w:rPr>
      </w:pPr>
    </w:p>
    <w:p w:rsidR="003C4014" w:rsidRPr="004E3402" w:rsidRDefault="002F4AD2" w:rsidP="00FC3FE6">
      <w:pPr>
        <w:rPr>
          <w:rFonts w:ascii="Calibri" w:hAnsi="Calibri" w:cs="Arial"/>
          <w:b/>
          <w:bCs/>
          <w:sz w:val="48"/>
          <w:szCs w:val="48"/>
          <w:lang w:val="de-DE"/>
        </w:rPr>
      </w:pPr>
      <w:r>
        <w:rPr>
          <w:rFonts w:ascii="Calibri" w:hAnsi="Calibri" w:cs="Arial"/>
          <w:b/>
          <w:bCs/>
          <w:sz w:val="48"/>
          <w:szCs w:val="48"/>
          <w:lang w:val="de-DE"/>
        </w:rPr>
        <w:t>Künstliche</w:t>
      </w:r>
      <w:r w:rsidR="003C4014" w:rsidRPr="004E3402">
        <w:rPr>
          <w:rFonts w:ascii="Calibri" w:hAnsi="Calibri" w:cs="Arial"/>
          <w:b/>
          <w:bCs/>
          <w:sz w:val="48"/>
          <w:szCs w:val="48"/>
          <w:lang w:val="de-DE"/>
        </w:rPr>
        <w:t xml:space="preserve"> </w:t>
      </w:r>
      <w:r>
        <w:rPr>
          <w:rFonts w:ascii="Calibri" w:hAnsi="Calibri" w:cs="Arial"/>
          <w:b/>
          <w:bCs/>
          <w:sz w:val="48"/>
          <w:szCs w:val="48"/>
          <w:lang w:val="de-DE"/>
        </w:rPr>
        <w:t>Intelligenz?</w:t>
      </w:r>
    </w:p>
    <w:p w:rsidR="003327E2" w:rsidRPr="00143AE9" w:rsidRDefault="002F4AD2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 w:rsidRPr="00143AE9">
        <w:rPr>
          <w:rFonts w:ascii="Calibri" w:hAnsi="Calibri" w:cs="Arial"/>
          <w:b/>
          <w:bCs/>
          <w:sz w:val="32"/>
          <w:szCs w:val="32"/>
          <w:lang w:val="de-DE"/>
        </w:rPr>
        <w:t>Sonderausstellung ab</w:t>
      </w:r>
      <w:r w:rsidR="008862FA" w:rsidRPr="00143AE9">
        <w:rPr>
          <w:rFonts w:ascii="Calibri" w:hAnsi="Calibri" w:cs="Arial"/>
          <w:b/>
          <w:bCs/>
          <w:sz w:val="32"/>
          <w:szCs w:val="32"/>
          <w:lang w:val="de-DE"/>
        </w:rPr>
        <w:t xml:space="preserve"> </w:t>
      </w:r>
      <w:r w:rsidRPr="00143AE9">
        <w:rPr>
          <w:rFonts w:ascii="Calibri" w:hAnsi="Calibri" w:cs="Arial"/>
          <w:b/>
          <w:bCs/>
          <w:sz w:val="32"/>
          <w:szCs w:val="32"/>
          <w:lang w:val="de-DE"/>
        </w:rPr>
        <w:t>17.</w:t>
      </w:r>
      <w:r w:rsidR="008862FA" w:rsidRPr="00143AE9">
        <w:rPr>
          <w:rFonts w:ascii="Calibri" w:hAnsi="Calibri" w:cs="Arial"/>
          <w:b/>
          <w:bCs/>
          <w:sz w:val="32"/>
          <w:szCs w:val="32"/>
          <w:lang w:val="de-DE"/>
        </w:rPr>
        <w:t xml:space="preserve"> </w:t>
      </w:r>
      <w:r w:rsidRPr="00143AE9">
        <w:rPr>
          <w:rFonts w:ascii="Calibri" w:hAnsi="Calibri" w:cs="Arial"/>
          <w:b/>
          <w:bCs/>
          <w:sz w:val="32"/>
          <w:szCs w:val="32"/>
          <w:lang w:val="de-DE"/>
        </w:rPr>
        <w:t>Dezember 2020</w:t>
      </w:r>
    </w:p>
    <w:p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:rsidR="002F4AD2" w:rsidRPr="002F4AD2" w:rsidRDefault="002F4AD2" w:rsidP="00FC3FE6">
      <w:pPr>
        <w:rPr>
          <w:rFonts w:ascii="Calibri" w:hAnsi="Calibri" w:cs="Arial"/>
          <w:b/>
          <w:bCs/>
          <w:sz w:val="48"/>
          <w:szCs w:val="48"/>
          <w:lang w:val="de-DE"/>
        </w:rPr>
      </w:pPr>
      <w:r w:rsidRPr="002F4AD2">
        <w:rPr>
          <w:rFonts w:ascii="Calibri" w:hAnsi="Calibri" w:cs="Arial"/>
          <w:b/>
          <w:bCs/>
          <w:sz w:val="48"/>
          <w:szCs w:val="48"/>
          <w:lang w:val="de-DE"/>
        </w:rPr>
        <w:t>Österreichisches Umweltzeichen</w:t>
      </w:r>
    </w:p>
    <w:p w:rsidR="002F4AD2" w:rsidRPr="00143AE9" w:rsidRDefault="002F4AD2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 w:rsidRPr="00143AE9">
        <w:rPr>
          <w:rFonts w:ascii="Calibri" w:hAnsi="Calibri" w:cs="Arial"/>
          <w:b/>
          <w:bCs/>
          <w:sz w:val="32"/>
          <w:szCs w:val="32"/>
          <w:lang w:val="de-DE"/>
        </w:rPr>
        <w:t xml:space="preserve">Überreichung durch Bundesministerin </w:t>
      </w:r>
      <w:r w:rsidR="008C7566" w:rsidRPr="00143AE9">
        <w:rPr>
          <w:rFonts w:ascii="Calibri" w:hAnsi="Calibri" w:cs="Arial"/>
          <w:b/>
          <w:bCs/>
          <w:sz w:val="32"/>
          <w:szCs w:val="32"/>
          <w:lang w:val="de-DE"/>
        </w:rPr>
        <w:t xml:space="preserve">Leonore </w:t>
      </w:r>
      <w:proofErr w:type="spellStart"/>
      <w:r w:rsidRPr="00143AE9">
        <w:rPr>
          <w:rFonts w:ascii="Calibri" w:hAnsi="Calibri" w:cs="Arial"/>
          <w:b/>
          <w:bCs/>
          <w:sz w:val="32"/>
          <w:szCs w:val="32"/>
          <w:lang w:val="de-DE"/>
        </w:rPr>
        <w:t>Gewessler</w:t>
      </w:r>
      <w:proofErr w:type="spellEnd"/>
    </w:p>
    <w:p w:rsidR="003327E2" w:rsidRDefault="003327E2" w:rsidP="003327E2">
      <w:pPr>
        <w:jc w:val="both"/>
        <w:rPr>
          <w:rFonts w:ascii="Calibri" w:hAnsi="Calibri" w:cs="Arial"/>
        </w:rPr>
      </w:pPr>
    </w:p>
    <w:p w:rsidR="004E3402" w:rsidRDefault="004E3402" w:rsidP="003C4014">
      <w:pPr>
        <w:rPr>
          <w:rFonts w:ascii="Calibri" w:hAnsi="Calibri" w:cs="Arial"/>
          <w:bCs/>
          <w:lang w:eastAsia="en-US"/>
        </w:rPr>
      </w:pPr>
    </w:p>
    <w:p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 xml:space="preserve">Bundesministerin Leonore </w:t>
      </w:r>
      <w:proofErr w:type="spellStart"/>
      <w:r w:rsidRPr="00143AE9">
        <w:rPr>
          <w:rFonts w:ascii="Calibri" w:hAnsi="Calibri" w:cs="Arial"/>
          <w:b/>
          <w:sz w:val="22"/>
          <w:szCs w:val="22"/>
        </w:rPr>
        <w:t>Gewessler</w:t>
      </w:r>
      <w:proofErr w:type="spellEnd"/>
    </w:p>
    <w:p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2F4AD2" w:rsidRPr="00143AE9">
        <w:rPr>
          <w:rFonts w:ascii="Calibri" w:hAnsi="Calibri" w:cs="Arial"/>
          <w:sz w:val="22"/>
          <w:szCs w:val="22"/>
        </w:rPr>
        <w:t>Bundesministerium für Klimaschutz, Umwelt, Energie, Mobilität, Innovation und Technologie</w:t>
      </w:r>
    </w:p>
    <w:p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</w:p>
    <w:p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Christian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Stadelmann</w:t>
      </w:r>
    </w:p>
    <w:p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2F4AD2" w:rsidRPr="00143AE9">
        <w:rPr>
          <w:rFonts w:ascii="Calibri" w:hAnsi="Calibri" w:cs="Arial"/>
          <w:sz w:val="22"/>
          <w:szCs w:val="22"/>
        </w:rPr>
        <w:t>Kurator der Ausstellung</w:t>
      </w:r>
      <w:r w:rsidRPr="00143AE9">
        <w:rPr>
          <w:rFonts w:ascii="Calibri" w:hAnsi="Calibri" w:cs="Arial"/>
          <w:sz w:val="22"/>
          <w:szCs w:val="22"/>
        </w:rPr>
        <w:t xml:space="preserve"> „</w:t>
      </w:r>
      <w:r w:rsidR="002F4AD2" w:rsidRPr="00143AE9">
        <w:rPr>
          <w:rFonts w:ascii="Calibri" w:hAnsi="Calibri" w:cs="Arial"/>
          <w:sz w:val="22"/>
          <w:szCs w:val="22"/>
        </w:rPr>
        <w:t>Künstliche Intelligenz?</w:t>
      </w:r>
      <w:r w:rsidRPr="00143AE9">
        <w:rPr>
          <w:rFonts w:ascii="Calibri" w:hAnsi="Calibri" w:cs="Arial"/>
          <w:sz w:val="22"/>
          <w:szCs w:val="22"/>
        </w:rPr>
        <w:t>“</w:t>
      </w:r>
    </w:p>
    <w:p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</w:p>
    <w:p w:rsidR="00124D3C" w:rsidRPr="00143AE9" w:rsidRDefault="00124D3C" w:rsidP="00124D3C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 xml:space="preserve">Mag. </w:t>
      </w:r>
      <w:r w:rsidR="002F4AD2" w:rsidRPr="00143AE9">
        <w:rPr>
          <w:rFonts w:ascii="Calibri" w:hAnsi="Calibri" w:cs="Arial"/>
          <w:b/>
          <w:sz w:val="22"/>
          <w:szCs w:val="22"/>
        </w:rPr>
        <w:t>Florian</w:t>
      </w:r>
      <w:r w:rsidRPr="00143AE9">
        <w:rPr>
          <w:rFonts w:ascii="Calibri" w:hAnsi="Calibri" w:cs="Arial"/>
          <w:b/>
          <w:sz w:val="22"/>
          <w:szCs w:val="22"/>
        </w:rPr>
        <w:t xml:space="preserve"> </w:t>
      </w:r>
      <w:r w:rsidR="002F4AD2" w:rsidRPr="00143AE9">
        <w:rPr>
          <w:rFonts w:ascii="Calibri" w:hAnsi="Calibri" w:cs="Arial"/>
          <w:b/>
          <w:sz w:val="22"/>
          <w:szCs w:val="22"/>
        </w:rPr>
        <w:t>Schlederer</w:t>
      </w:r>
    </w:p>
    <w:p w:rsidR="00124D3C" w:rsidRPr="00143AE9" w:rsidRDefault="00124D3C" w:rsidP="00124D3C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2F4AD2" w:rsidRPr="00143AE9">
        <w:rPr>
          <w:rFonts w:ascii="Calibri" w:hAnsi="Calibri" w:cs="Arial"/>
          <w:sz w:val="22"/>
          <w:szCs w:val="22"/>
        </w:rPr>
        <w:t>Co-Kurator der Ausstellung „Künstliche Intelligenz?“</w:t>
      </w:r>
    </w:p>
    <w:p w:rsidR="00143AE9" w:rsidRPr="00143AE9" w:rsidRDefault="00143AE9" w:rsidP="00124D3C">
      <w:pPr>
        <w:pStyle w:val="Fuzeile"/>
        <w:rPr>
          <w:rFonts w:ascii="Calibri" w:hAnsi="Calibri" w:cs="Arial"/>
          <w:sz w:val="22"/>
          <w:szCs w:val="22"/>
        </w:rPr>
      </w:pPr>
    </w:p>
    <w:p w:rsidR="00143AE9" w:rsidRPr="00143AE9" w:rsidRDefault="00143AE9" w:rsidP="00143AE9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 xml:space="preserve">Mag. </w:t>
      </w:r>
      <w:r w:rsidRPr="00143AE9">
        <w:rPr>
          <w:rFonts w:ascii="Calibri" w:hAnsi="Calibri" w:cs="Arial"/>
          <w:b/>
          <w:sz w:val="22"/>
          <w:szCs w:val="22"/>
        </w:rPr>
        <w:t>Jürgen</w:t>
      </w:r>
      <w:r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Öhlinger</w:t>
      </w:r>
    </w:p>
    <w:p w:rsidR="00143AE9" w:rsidRPr="00143AE9" w:rsidRDefault="00143AE9" w:rsidP="00143AE9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Projektleiter</w:t>
      </w:r>
      <w:r w:rsidRPr="00143AE9">
        <w:rPr>
          <w:rFonts w:ascii="Calibri" w:hAnsi="Calibri" w:cs="Arial"/>
          <w:sz w:val="22"/>
          <w:szCs w:val="22"/>
        </w:rPr>
        <w:t xml:space="preserve"> der Ausstellung „Künstliche Intelligenz?“</w:t>
      </w:r>
    </w:p>
    <w:p w:rsidR="003C4014" w:rsidRPr="00143AE9" w:rsidRDefault="003C4014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  <w:r w:rsidRPr="00143AE9">
        <w:rPr>
          <w:rFonts w:ascii="Calibri" w:hAnsi="Calibri" w:cs="Arial"/>
          <w:sz w:val="22"/>
          <w:szCs w:val="22"/>
          <w:lang w:eastAsia="en-US"/>
        </w:rPr>
        <w:t xml:space="preserve">Digitales Text- und Bildmaterial zur neuen Ausstellung finden Sie auf unserer Presse-Site unter: </w:t>
      </w:r>
      <w:r w:rsidRPr="00143AE9">
        <w:rPr>
          <w:rFonts w:ascii="Calibri" w:hAnsi="Calibri" w:cs="Arial"/>
          <w:b/>
          <w:bCs/>
          <w:sz w:val="22"/>
          <w:szCs w:val="22"/>
          <w:lang w:eastAsia="en-US"/>
        </w:rPr>
        <w:t>www.technischesmuseum.at/presse</w:t>
      </w:r>
    </w:p>
    <w:p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Bilder zur Presse</w:t>
      </w:r>
      <w:r w:rsidR="002F4AD2" w:rsidRPr="00143AE9">
        <w:rPr>
          <w:rFonts w:ascii="Calibri" w:hAnsi="Calibri" w:cs="Arial"/>
          <w:sz w:val="22"/>
          <w:szCs w:val="22"/>
        </w:rPr>
        <w:t>präsentation am 16</w:t>
      </w:r>
      <w:r w:rsidRPr="00143AE9">
        <w:rPr>
          <w:rFonts w:ascii="Calibri" w:hAnsi="Calibri" w:cs="Arial"/>
          <w:sz w:val="22"/>
          <w:szCs w:val="22"/>
        </w:rPr>
        <w:t xml:space="preserve">. </w:t>
      </w:r>
      <w:r w:rsidR="002F4AD2" w:rsidRPr="00143AE9">
        <w:rPr>
          <w:rFonts w:ascii="Calibri" w:hAnsi="Calibri" w:cs="Arial"/>
          <w:sz w:val="22"/>
          <w:szCs w:val="22"/>
        </w:rPr>
        <w:t>Dezember 2020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:rsidR="003C4014" w:rsidRPr="00143AE9" w:rsidRDefault="00143AE9" w:rsidP="003C4014">
      <w:pPr>
        <w:jc w:val="both"/>
        <w:rPr>
          <w:rFonts w:ascii="Calibri" w:hAnsi="Calibri" w:cs="Arial"/>
          <w:b/>
          <w:bCs/>
          <w:sz w:val="22"/>
          <w:szCs w:val="22"/>
          <w:lang w:eastAsia="en-US"/>
        </w:rPr>
      </w:pPr>
      <w:hyperlink r:id="rId6" w:history="1">
        <w:r w:rsidR="002F4AD2" w:rsidRPr="00143AE9">
          <w:rPr>
            <w:rFonts w:ascii="Calibri" w:hAnsi="Calibri" w:cs="Arial"/>
            <w:b/>
            <w:bCs/>
            <w:sz w:val="22"/>
            <w:szCs w:val="22"/>
            <w:lang w:eastAsia="en-US"/>
          </w:rPr>
          <w:t>https://www.apa-fotoservice.at/galerie/24370</w:t>
        </w:r>
      </w:hyperlink>
    </w:p>
    <w:p w:rsidR="002634A0" w:rsidRPr="00143AE9" w:rsidRDefault="002634A0" w:rsidP="00610C14">
      <w:pPr>
        <w:rPr>
          <w:rFonts w:asciiTheme="minorHAnsi" w:hAnsiTheme="minorHAnsi" w:cstheme="minorHAnsi"/>
          <w:sz w:val="22"/>
          <w:szCs w:val="22"/>
          <w:lang w:val="de-DE"/>
        </w:rPr>
      </w:pPr>
    </w:p>
    <w:p w:rsidR="00A13C55" w:rsidRPr="00143AE9" w:rsidRDefault="00606CF8" w:rsidP="00A13C55">
      <w:pPr>
        <w:jc w:val="both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Presse-Kontakt:</w:t>
      </w:r>
    </w:p>
    <w:p w:rsidR="003F5E43" w:rsidRPr="00143AE9" w:rsidRDefault="002F4AD2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Madeleine</w:t>
      </w:r>
      <w:r w:rsidR="003F5E43" w:rsidRPr="00143AE9">
        <w:rPr>
          <w:rFonts w:ascii="Calibri" w:hAnsi="Calibri" w:cs="Arial"/>
          <w:sz w:val="22"/>
          <w:szCs w:val="22"/>
        </w:rPr>
        <w:t xml:space="preserve"> </w:t>
      </w:r>
      <w:r w:rsidRPr="00143AE9">
        <w:rPr>
          <w:rFonts w:ascii="Calibri" w:hAnsi="Calibri" w:cs="Arial"/>
          <w:sz w:val="22"/>
          <w:szCs w:val="22"/>
        </w:rPr>
        <w:t>Pillwatsch</w:t>
      </w:r>
    </w:p>
    <w:p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Technisches Museum Wien</w:t>
      </w:r>
    </w:p>
    <w:p w:rsidR="003F5E43" w:rsidRPr="00143AE9" w:rsidRDefault="003F5E43" w:rsidP="003F5E43">
      <w:pPr>
        <w:jc w:val="both"/>
        <w:rPr>
          <w:rFonts w:ascii="Calibri" w:hAnsi="Calibri" w:cs="Arial"/>
          <w:sz w:val="22"/>
          <w:szCs w:val="22"/>
        </w:rPr>
      </w:pPr>
      <w:proofErr w:type="spellStart"/>
      <w:r w:rsidRPr="00143AE9">
        <w:rPr>
          <w:rFonts w:ascii="Calibri" w:hAnsi="Calibri" w:cs="Arial"/>
          <w:sz w:val="22"/>
          <w:szCs w:val="22"/>
        </w:rPr>
        <w:t>Mariahilfer</w:t>
      </w:r>
      <w:proofErr w:type="spellEnd"/>
      <w:r w:rsidRPr="00143AE9">
        <w:rPr>
          <w:rFonts w:ascii="Calibri" w:hAnsi="Calibri" w:cs="Arial"/>
          <w:sz w:val="22"/>
          <w:szCs w:val="22"/>
        </w:rPr>
        <w:t xml:space="preserve"> Straße 212, 1140 Wien</w:t>
      </w:r>
    </w:p>
    <w:p w:rsidR="00BF0A48" w:rsidRPr="00143AE9" w:rsidRDefault="00FC3FE6" w:rsidP="00A13C55">
      <w:pPr>
        <w:jc w:val="both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t>Tel. 01/899 98-1200</w:t>
      </w:r>
      <w:r w:rsidR="00BF0A48" w:rsidRPr="00143AE9">
        <w:rPr>
          <w:rFonts w:ascii="Calibri" w:hAnsi="Calibri" w:cs="Arial"/>
          <w:sz w:val="22"/>
          <w:szCs w:val="22"/>
        </w:rPr>
        <w:t xml:space="preserve"> </w:t>
      </w:r>
    </w:p>
    <w:p w:rsidR="003F5E43" w:rsidRPr="00143AE9" w:rsidRDefault="00143AE9" w:rsidP="00A13C55">
      <w:pPr>
        <w:jc w:val="both"/>
        <w:rPr>
          <w:rFonts w:ascii="Calibri" w:hAnsi="Calibri" w:cs="Arial"/>
          <w:sz w:val="22"/>
          <w:szCs w:val="22"/>
        </w:rPr>
      </w:pPr>
      <w:hyperlink r:id="rId7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presse@tmw.at</w:t>
        </w:r>
      </w:hyperlink>
      <w:r w:rsidR="002F4AD2" w:rsidRPr="00143AE9">
        <w:rPr>
          <w:rFonts w:ascii="Calibri" w:hAnsi="Calibri" w:cs="Arial"/>
          <w:sz w:val="22"/>
          <w:szCs w:val="22"/>
        </w:rPr>
        <w:t xml:space="preserve"> | </w:t>
      </w:r>
      <w:hyperlink r:id="rId8" w:history="1">
        <w:r w:rsidR="002F4AD2" w:rsidRPr="00143AE9">
          <w:rPr>
            <w:rStyle w:val="Hyperlink"/>
            <w:rFonts w:ascii="Calibri" w:hAnsi="Calibri" w:cs="Arial"/>
            <w:sz w:val="22"/>
            <w:szCs w:val="22"/>
          </w:rPr>
          <w:t>www.technischesmuseum.at/presse</w:t>
        </w:r>
      </w:hyperlink>
    </w:p>
    <w:p w:rsidR="00FC3FE6" w:rsidRPr="00143AE9" w:rsidRDefault="00143AE9" w:rsidP="00A13C55">
      <w:pPr>
        <w:jc w:val="both"/>
        <w:rPr>
          <w:rFonts w:ascii="Calibri" w:hAnsi="Calibri" w:cs="Arial"/>
          <w:sz w:val="22"/>
          <w:szCs w:val="22"/>
        </w:rPr>
      </w:pPr>
      <w:hyperlink r:id="rId9" w:history="1">
        <w:r w:rsidR="003F0A3A" w:rsidRPr="00143AE9">
          <w:rPr>
            <w:rStyle w:val="Hyperlink"/>
            <w:rFonts w:ascii="Calibri" w:hAnsi="Calibri" w:cs="Arial"/>
            <w:sz w:val="22"/>
            <w:szCs w:val="22"/>
          </w:rPr>
          <w:t>https://twitter.com/tmwpress</w:t>
        </w:r>
      </w:hyperlink>
    </w:p>
    <w:p w:rsidR="003F0A3A" w:rsidRPr="00143AE9" w:rsidRDefault="003F0A3A" w:rsidP="00A13C55">
      <w:pPr>
        <w:jc w:val="both"/>
        <w:rPr>
          <w:rFonts w:ascii="Calibri" w:hAnsi="Calibri" w:cs="Arial"/>
          <w:sz w:val="22"/>
          <w:szCs w:val="22"/>
        </w:rPr>
      </w:pPr>
    </w:p>
    <w:p w:rsidR="00FC3FE6" w:rsidRPr="004551F2" w:rsidRDefault="00FC3FE6" w:rsidP="00A13C55">
      <w:pPr>
        <w:jc w:val="both"/>
        <w:rPr>
          <w:rFonts w:ascii="Calibri" w:hAnsi="Calibri" w:cs="Arial"/>
        </w:rPr>
      </w:pPr>
    </w:p>
    <w:sectPr w:rsidR="00FC3FE6" w:rsidRPr="004551F2" w:rsidSect="007471A9">
      <w:headerReference w:type="default" r:id="rId10"/>
      <w:footerReference w:type="default" r:id="rId11"/>
      <w:pgSz w:w="11906" w:h="16838" w:code="9"/>
      <w:pgMar w:top="567" w:right="1418" w:bottom="284" w:left="1134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AD2" w:rsidRDefault="002F4AD2">
      <w:r>
        <w:separator/>
      </w:r>
    </w:p>
  </w:endnote>
  <w:endnote w:type="continuationSeparator" w:id="0">
    <w:p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A3A" w:rsidRPr="0064038F" w:rsidRDefault="003F0A3A" w:rsidP="003F0A3A">
    <w:pPr>
      <w:pStyle w:val="StandardWeb"/>
      <w:spacing w:before="0" w:beforeAutospacing="0" w:after="0" w:afterAutospacing="0"/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In Zusammenarbeit mit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Bundesministerium für Klimaschutz, Umwelt, Energie, Mobilität, Innovation und Technologie</w:t>
    </w:r>
    <w:r w:rsidRPr="0064038F">
      <w:rPr>
        <w:rFonts w:eastAsia="Calibri" w:cs="Calibri"/>
        <w:color w:val="000000"/>
        <w:sz w:val="19"/>
        <w:szCs w:val="19"/>
        <w:shd w:val="clear" w:color="auto" w:fill="FFFFFF"/>
        <w:lang w:val="de-DE" w:eastAsia="en-US"/>
      </w:rPr>
      <w:t> </w:t>
    </w:r>
  </w:p>
  <w:p w:rsidR="003F0A3A" w:rsidRPr="0064038F" w:rsidRDefault="003F0A3A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Partner Technisches Museum Wien: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 Wiener Netze</w:t>
    </w:r>
  </w:p>
  <w:p w:rsidR="003F0A3A" w:rsidRPr="0064038F" w:rsidRDefault="003F0A3A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Hauptsponsoren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Arbeiterkammer Wien, SWISS LICHT</w:t>
    </w:r>
  </w:p>
  <w:p w:rsidR="003F0A3A" w:rsidRPr="0064038F" w:rsidRDefault="003F0A3A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</w:t>
    </w:r>
    <w:r w:rsidRPr="0064038F">
      <w:rPr>
        <w:rFonts w:ascii="Calibri" w:eastAsia="Calibri" w:hAnsi="Calibri" w:cs="Calibri"/>
        <w:color w:val="1F497D"/>
        <w:sz w:val="19"/>
        <w:szCs w:val="19"/>
        <w:lang w:val="de-DE" w:eastAsia="en-US"/>
      </w:rPr>
      <w:t xml:space="preserve"> 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Fachverband der Elektro- und Elektronikindustrie, Österreichische Lotterien, UNIQA</w:t>
    </w:r>
  </w:p>
  <w:p w:rsidR="003F0A3A" w:rsidRPr="0064038F" w:rsidRDefault="003F0A3A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Co-Sponsoren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ISS Österreich, STRABAG SE</w:t>
    </w:r>
  </w:p>
  <w:p w:rsidR="003F0A3A" w:rsidRPr="0064038F" w:rsidRDefault="003F0A3A" w:rsidP="003F0A3A">
    <w:pPr>
      <w:rPr>
        <w:rFonts w:ascii="Calibri" w:eastAsia="Calibri" w:hAnsi="Calibri" w:cs="Calibri"/>
        <w:color w:val="000000"/>
        <w:sz w:val="19"/>
        <w:szCs w:val="19"/>
        <w:lang w:val="de-DE" w:eastAsia="en-US"/>
      </w:rPr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Wissenschaftspartner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: VIRTUAL VEHICLE Research GmbH, Technische Universität Graz</w:t>
    </w:r>
  </w:p>
  <w:p w:rsidR="002F4AD2" w:rsidRPr="00633DB4" w:rsidRDefault="003F0A3A" w:rsidP="003F0A3A">
    <w:pPr>
      <w:pStyle w:val="Fuzeile"/>
    </w:pPr>
    <w:r w:rsidRPr="0064038F">
      <w:rPr>
        <w:rFonts w:ascii="Calibri" w:eastAsia="Calibri" w:hAnsi="Calibri" w:cs="Calibri"/>
        <w:b/>
        <w:bCs/>
        <w:color w:val="000000"/>
        <w:sz w:val="19"/>
        <w:szCs w:val="19"/>
        <w:lang w:val="de-DE" w:eastAsia="en-US"/>
      </w:rPr>
      <w:t>Medienpartner</w:t>
    </w:r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 xml:space="preserve">: Ö1, </w:t>
    </w:r>
    <w:proofErr w:type="spellStart"/>
    <w:r w:rsidRPr="0064038F">
      <w:rPr>
        <w:rFonts w:ascii="Calibri" w:eastAsia="Calibri" w:hAnsi="Calibri" w:cs="Calibri"/>
        <w:color w:val="000000"/>
        <w:sz w:val="19"/>
        <w:szCs w:val="19"/>
        <w:lang w:val="de-DE" w:eastAsia="en-US"/>
      </w:rPr>
      <w:t>Snipcard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AD2" w:rsidRDefault="002F4AD2">
      <w:r>
        <w:separator/>
      </w:r>
    </w:p>
  </w:footnote>
  <w:footnote w:type="continuationSeparator" w:id="0">
    <w:p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4AD2" w:rsidRDefault="002F4AD2" w:rsidP="001D4E3D">
    <w:pPr>
      <w:pStyle w:val="Kopfzeile"/>
      <w:jc w:val="right"/>
      <w:rPr>
        <w:rFonts w:ascii="Arial" w:hAnsi="Arial" w:cs="Arial"/>
        <w:lang w:val="de-DE"/>
      </w:rPr>
    </w:pPr>
    <w:r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E4A2CD" wp14:editId="30469560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F4AD2" w:rsidRPr="00606CF8" w:rsidRDefault="002F4AD2">
                          <w:pPr>
                            <w:rPr>
                              <w:rFonts w:ascii="Calibri" w:hAnsi="Calibri"/>
                              <w:b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  <w:t>Pressepräsentation</w:t>
                          </w:r>
                          <w:r w:rsidRPr="00F96C47">
                            <w:rPr>
                              <w:rFonts w:ascii="Calibri" w:hAnsi="Calibri"/>
                              <w:b/>
                              <w:sz w:val="40"/>
                              <w:szCs w:val="40"/>
                            </w:rPr>
                            <w:br/>
                          </w:r>
                          <w:r>
                            <w:rPr>
                              <w:rFonts w:ascii="Calibri" w:hAnsi="Calibri"/>
                              <w:sz w:val="40"/>
                              <w:szCs w:val="40"/>
                            </w:rPr>
                            <w:t>16. Dezember 2020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7AE4A2CD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" stroked="f">
              <v:textbox style="mso-fit-shape-to-text:t">
                <w:txbxContent>
                  <w:p w:rsidR="002F4AD2" w:rsidRPr="00606CF8" w:rsidRDefault="002F4AD2">
                    <w:pPr>
                      <w:rPr>
                        <w:rFonts w:ascii="Calibri" w:hAnsi="Calibri"/>
                        <w:b/>
                        <w:sz w:val="56"/>
                        <w:szCs w:val="56"/>
                      </w:rPr>
                    </w:pPr>
                    <w:r>
                      <w:rPr>
                        <w:rFonts w:ascii="Calibri" w:hAnsi="Calibri"/>
                        <w:b/>
                        <w:sz w:val="48"/>
                        <w:szCs w:val="48"/>
                      </w:rPr>
                      <w:t>Pressepräsentation</w:t>
                    </w:r>
                    <w:r w:rsidRPr="00F96C47">
                      <w:rPr>
                        <w:rFonts w:ascii="Calibri" w:hAnsi="Calibri"/>
                        <w:b/>
                        <w:sz w:val="40"/>
                        <w:szCs w:val="40"/>
                      </w:rPr>
                      <w:br/>
                    </w:r>
                    <w:r>
                      <w:rPr>
                        <w:rFonts w:ascii="Calibri" w:hAnsi="Calibri"/>
                        <w:sz w:val="40"/>
                        <w:szCs w:val="40"/>
                      </w:rPr>
                      <w:t>16. Dezember 2020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85DFDD1" wp14:editId="78DF1789">
              <wp:simplePos x="0" y="0"/>
              <wp:positionH relativeFrom="column">
                <wp:posOffset>4344736</wp:posOffset>
              </wp:positionH>
              <wp:positionV relativeFrom="paragraph">
                <wp:posOffset>272060</wp:posOffset>
              </wp:positionV>
              <wp:extent cx="1706880" cy="872837"/>
              <wp:effectExtent l="0" t="0" r="0" b="381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6880" cy="87283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4AD2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  <w:p w:rsidR="002F4AD2" w:rsidRPr="00E02421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MIT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Ö</w:t>
                          </w:r>
                          <w:r w:rsidRPr="00E0242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STERREICHISCHER MEDIATHEK</w:t>
                          </w:r>
                        </w:p>
                        <w:p w:rsidR="002F4AD2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2F4AD2" w:rsidRPr="00A11184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MARIAHILFER STR. 212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. </w:t>
                          </w:r>
                          <w:r w:rsidRPr="002F4AD2"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  <w:t xml:space="preserve">A-1140 WIEN TEL + 43 1 899 98 – 0 </w:t>
                          </w:r>
                          <w:r w:rsidRPr="002F4AD2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de-DE"/>
                            </w:rPr>
                            <w:t>.</w:t>
                          </w:r>
                          <w:r w:rsidRPr="002F4AD2">
                            <w:rPr>
                              <w:rFonts w:ascii="Arial" w:hAnsi="Arial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  <w:t xml:space="preserve">FAX – 1111 </w:t>
                          </w:r>
                          <w:hyperlink r:id="rId1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museumsbox@tmw.at</w:t>
                            </w:r>
                          </w:hyperlink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4"/>
                              <w:sz w:val="12"/>
                              <w:szCs w:val="12"/>
                              <w:lang w:val="sv-SE"/>
                            </w:rPr>
                            <w:t xml:space="preserve"> </w:t>
                          </w:r>
                          <w:hyperlink r:id="rId2" w:history="1">
                            <w:r w:rsidRPr="00A1118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pacing w:val="14"/>
                                <w:sz w:val="12"/>
                                <w:szCs w:val="12"/>
                                <w:u w:val="none"/>
                                <w:lang w:val="sv-SE"/>
                              </w:rPr>
                              <w:t>www.tmw.at</w:t>
                            </w:r>
                          </w:hyperlink>
                        </w:p>
                        <w:p w:rsidR="002F4AD2" w:rsidRPr="00A11184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val="sv-SE"/>
                            </w:rPr>
                          </w:pPr>
                        </w:p>
                        <w:p w:rsidR="002F4AD2" w:rsidRPr="00A11184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BANK PSK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sv-SE"/>
                            </w:rPr>
                            <w:t xml:space="preserve"> 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KTO 096.050.277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10"/>
                              <w:sz w:val="10"/>
                              <w:szCs w:val="10"/>
                              <w:lang w:val="da-DK"/>
                            </w:rPr>
                            <w:t xml:space="preserve"> BLZ 60.000</w:t>
                          </w:r>
                        </w:p>
                        <w:p w:rsidR="002F4AD2" w:rsidRPr="00E02421" w:rsidRDefault="002F4AD2" w:rsidP="001D4E3D">
                          <w:pPr>
                            <w:jc w:val="both"/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</w:pP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FN 195576m </w:t>
                          </w:r>
                          <w:r w:rsidRPr="00A11184">
                            <w:rPr>
                              <w:rFonts w:ascii="Arial" w:hAnsi="Arial" w:cs="Arial"/>
                              <w:b/>
                              <w:spacing w:val="2"/>
                              <w:sz w:val="10"/>
                              <w:szCs w:val="10"/>
                              <w:lang w:val="da-DK"/>
                            </w:rPr>
                            <w:t>.</w:t>
                          </w:r>
                          <w:r w:rsidRPr="00A11184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  <w:lang w:val="da-DK"/>
                            </w:rPr>
                            <w:t xml:space="preserve"> DVR 0447471 . </w:t>
                          </w:r>
                          <w:r w:rsidRPr="00E02421">
                            <w:rPr>
                              <w:rFonts w:ascii="Arial" w:hAnsi="Arial" w:cs="Arial"/>
                              <w:spacing w:val="2"/>
                              <w:sz w:val="10"/>
                              <w:szCs w:val="10"/>
                            </w:rPr>
                            <w:t>UID: ATU 48298505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w14:anchorId="685DFDD1" id="Text Box 1" o:spid="_x0000_s1027" type="#_x0000_t202" style="position:absolute;left:0;text-align:left;margin-left:342.1pt;margin-top:21.4pt;width:134.4pt;height:6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Hutw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" filled="f" stroked="f">
              <v:textbox>
                <w:txbxContent>
                  <w:p w:rsidR="002F4AD2" w:rsidRDefault="002F4AD2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  <w:p w:rsidR="002F4AD2" w:rsidRPr="00E02421" w:rsidRDefault="002F4AD2" w:rsidP="001D4E3D">
                    <w:pPr>
                      <w:jc w:val="both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MIT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Ö</w:t>
                    </w:r>
                    <w:r w:rsidRPr="00E0242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STERREICHISCHER MEDIATHEK</w:t>
                    </w:r>
                  </w:p>
                  <w:p w:rsidR="002F4AD2" w:rsidRDefault="002F4AD2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2F4AD2" w:rsidRPr="00A11184" w:rsidRDefault="002F4AD2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MARIAHILFER STR. </w:t>
                    </w:r>
                    <w:proofErr w:type="gramStart"/>
                    <w:r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212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.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</w:t>
                    </w:r>
                    <w:r w:rsidRPr="002F4AD2"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  <w:t xml:space="preserve">A-1140 WIEN TEL + 43 1 899 98 – </w:t>
                    </w:r>
                    <w:proofErr w:type="gramStart"/>
                    <w:r w:rsidRPr="002F4AD2"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  <w:t xml:space="preserve">0 </w:t>
                    </w:r>
                    <w:r w:rsidRPr="002F4AD2">
                      <w:rPr>
                        <w:rFonts w:ascii="Arial" w:hAnsi="Arial" w:cs="Arial"/>
                        <w:b/>
                        <w:sz w:val="12"/>
                        <w:szCs w:val="12"/>
                        <w:lang w:val="de-DE"/>
                      </w:rPr>
                      <w:t>.</w:t>
                    </w:r>
                    <w:proofErr w:type="gramEnd"/>
                    <w:r w:rsidRPr="002F4AD2">
                      <w:rPr>
                        <w:rFonts w:ascii="Arial" w:hAnsi="Arial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  <w:t xml:space="preserve">FAX – 1111 </w:t>
                    </w:r>
                    <w:hyperlink r:id="rId3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museumsbox@tmw.at</w:t>
                      </w:r>
                    </w:hyperlink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b/>
                        <w:spacing w:val="14"/>
                        <w:sz w:val="12"/>
                        <w:szCs w:val="12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4"/>
                        <w:sz w:val="12"/>
                        <w:szCs w:val="12"/>
                        <w:lang w:val="sv-SE"/>
                      </w:rPr>
                      <w:t xml:space="preserve"> </w:t>
                    </w:r>
                    <w:hyperlink r:id="rId4" w:history="1">
                      <w:r w:rsidRPr="00A11184">
                        <w:rPr>
                          <w:rStyle w:val="Hyperlink"/>
                          <w:rFonts w:ascii="Arial" w:hAnsi="Arial" w:cs="Arial"/>
                          <w:color w:val="auto"/>
                          <w:spacing w:val="14"/>
                          <w:sz w:val="12"/>
                          <w:szCs w:val="12"/>
                          <w:u w:val="none"/>
                          <w:lang w:val="sv-SE"/>
                        </w:rPr>
                        <w:t>www.tmw.at</w:t>
                      </w:r>
                    </w:hyperlink>
                  </w:p>
                  <w:p w:rsidR="002F4AD2" w:rsidRPr="00A11184" w:rsidRDefault="002F4AD2" w:rsidP="001D4E3D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val="sv-SE"/>
                      </w:rPr>
                    </w:pPr>
                  </w:p>
                  <w:p w:rsidR="002F4AD2" w:rsidRPr="00A11184" w:rsidRDefault="002F4AD2" w:rsidP="001D4E3D">
                    <w:pPr>
                      <w:jc w:val="both"/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</w:pP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BANK PSK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sv-SE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sv-SE"/>
                      </w:rPr>
                      <w:t xml:space="preserve"> 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KTO 096.050.277 </w:t>
                    </w:r>
                    <w:r w:rsidRPr="00A11184">
                      <w:rPr>
                        <w:rFonts w:ascii="Arial" w:hAnsi="Arial" w:cs="Arial"/>
                        <w:b/>
                        <w:spacing w:val="10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10"/>
                        <w:sz w:val="10"/>
                        <w:szCs w:val="10"/>
                        <w:lang w:val="da-DK"/>
                      </w:rPr>
                      <w:t xml:space="preserve"> BLZ 60.000</w:t>
                    </w:r>
                  </w:p>
                  <w:p w:rsidR="002F4AD2" w:rsidRPr="00E02421" w:rsidRDefault="002F4AD2" w:rsidP="001D4E3D">
                    <w:pPr>
                      <w:jc w:val="both"/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</w:pP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FN 195576m </w:t>
                    </w:r>
                    <w:r w:rsidRPr="00A11184">
                      <w:rPr>
                        <w:rFonts w:ascii="Arial" w:hAnsi="Arial" w:cs="Arial"/>
                        <w:b/>
                        <w:spacing w:val="2"/>
                        <w:sz w:val="10"/>
                        <w:szCs w:val="10"/>
                        <w:lang w:val="da-DK"/>
                      </w:rPr>
                      <w:t>.</w:t>
                    </w:r>
                    <w:r w:rsidRPr="00A11184">
                      <w:rPr>
                        <w:rFonts w:ascii="Arial" w:hAnsi="Arial" w:cs="Arial"/>
                        <w:spacing w:val="2"/>
                        <w:sz w:val="10"/>
                        <w:szCs w:val="10"/>
                        <w:lang w:val="da-DK"/>
                      </w:rPr>
                      <w:t xml:space="preserve"> DVR 0447471 . </w:t>
                    </w:r>
                    <w:r w:rsidRPr="00E02421">
                      <w:rPr>
                        <w:rFonts w:ascii="Arial" w:hAnsi="Arial" w:cs="Arial"/>
                        <w:spacing w:val="2"/>
                        <w:sz w:val="10"/>
                        <w:szCs w:val="10"/>
                      </w:rPr>
                      <w:t>UID: ATU 48298505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 id="Text Box 4" o:spid="_x0000_s1028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" stroked="f">
              <v:textbox>
                <w:txbxContent>
                  <w:p w:rsidR="002F4AD2" w:rsidRDefault="002F4AD2"/>
                </w:txbxContent>
              </v:textbox>
            </v:shape>
          </w:pict>
        </mc:Fallback>
      </mc:AlternateContent>
    </w:r>
    <w:r w:rsidRPr="00A8392A">
      <w:rPr>
        <w:rFonts w:ascii="Arial" w:hAnsi="Arial" w:cs="Arial"/>
        <w:noProof/>
        <w:lang w:eastAsia="de-AT"/>
      </w:rPr>
      <w:drawing>
        <wp:inline distT="0" distB="0" distL="0" distR="0">
          <wp:extent cx="1562100" cy="390525"/>
          <wp:effectExtent l="0" t="0" r="0" b="0"/>
          <wp:docPr id="1" name="Bild 1" descr="TMW Logo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MW LogoNeu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AD2" w:rsidRDefault="002F4AD2" w:rsidP="001D4E3D">
    <w:pPr>
      <w:pStyle w:val="Kopfzeile"/>
      <w:jc w:val="right"/>
    </w:pPr>
  </w:p>
  <w:p w:rsidR="002F4AD2" w:rsidRDefault="002F4AD2" w:rsidP="001D4E3D">
    <w:pPr>
      <w:pStyle w:val="Kopfzeile"/>
      <w:jc w:val="right"/>
    </w:pPr>
  </w:p>
  <w:p w:rsidR="002F4AD2" w:rsidRDefault="002F4AD2" w:rsidP="001D4E3D">
    <w:pPr>
      <w:pStyle w:val="Kopfzeile"/>
      <w:jc w:val="right"/>
    </w:pPr>
  </w:p>
  <w:p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11171E"/>
    <w:rsid w:val="0012229C"/>
    <w:rsid w:val="00124D3C"/>
    <w:rsid w:val="00143AE9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20241F"/>
    <w:rsid w:val="00206466"/>
    <w:rsid w:val="00206B66"/>
    <w:rsid w:val="00213562"/>
    <w:rsid w:val="0021734A"/>
    <w:rsid w:val="00222393"/>
    <w:rsid w:val="002310CE"/>
    <w:rsid w:val="00235F44"/>
    <w:rsid w:val="0023652E"/>
    <w:rsid w:val="002634A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63837"/>
    <w:rsid w:val="0057297A"/>
    <w:rsid w:val="00585251"/>
    <w:rsid w:val="00594DE5"/>
    <w:rsid w:val="005B405B"/>
    <w:rsid w:val="005D0CDA"/>
    <w:rsid w:val="005D5978"/>
    <w:rsid w:val="005D7E6E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6015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8392A"/>
    <w:rsid w:val="00A94151"/>
    <w:rsid w:val="00AA41DA"/>
    <w:rsid w:val="00AB3D6C"/>
    <w:rsid w:val="00AD5B00"/>
    <w:rsid w:val="00AD6758"/>
    <w:rsid w:val="00B13A12"/>
    <w:rsid w:val="00B1724C"/>
    <w:rsid w:val="00B21EBE"/>
    <w:rsid w:val="00B237F6"/>
    <w:rsid w:val="00B264FC"/>
    <w:rsid w:val="00B43868"/>
    <w:rsid w:val="00B74B03"/>
    <w:rsid w:val="00B83A2A"/>
    <w:rsid w:val="00BB6820"/>
    <w:rsid w:val="00BC3FCF"/>
    <w:rsid w:val="00BC5AB5"/>
    <w:rsid w:val="00BF0A48"/>
    <w:rsid w:val="00BF3EDB"/>
    <w:rsid w:val="00C11A4B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64D5"/>
    <w:rsid w:val="00D96E91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E7542"/>
    <w:rsid w:val="00EF43F7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chnischesmuseum.at/press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presse@tmw.a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pa-fotoservice.at/galerie/24370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twitter.com/tmwpres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museumsbox@tmw.at" TargetMode="External"/><Relationship Id="rId2" Type="http://schemas.openxmlformats.org/officeDocument/2006/relationships/hyperlink" Target="http://www.tmw.at" TargetMode="External"/><Relationship Id="rId1" Type="http://schemas.openxmlformats.org/officeDocument/2006/relationships/hyperlink" Target="mailto:museumsbox@tmw.at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tmw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367919B9</Template>
  <TotalTime>0</TotalTime>
  <Pages>1</Pages>
  <Words>105</Words>
  <Characters>1134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1237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23</cp:revision>
  <cp:lastPrinted>2019-10-11T14:14:00Z</cp:lastPrinted>
  <dcterms:created xsi:type="dcterms:W3CDTF">2018-11-08T15:40:00Z</dcterms:created>
  <dcterms:modified xsi:type="dcterms:W3CDTF">2020-12-15T19:02:00Z</dcterms:modified>
</cp:coreProperties>
</file>